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徽银理财净值型理财产品每周净值公告（2023年05月26日）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05月26日,产品存续份额:128,231,459份，产品当日资产净值:130,826,419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05月26日,产品存续份额:75,629,073份，产品当日资产净值:77,210,886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1.017586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05月26日,产品存续份额:30,976,827份，产品当日资产净值:31,441,374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05月26日,产品存续份额:725,112份，产品当日资产净值:736,968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1.013510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05月26日,产品存续份额:4,770,000份，产品当日资产净值:4,849,279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05月26日,产品存续份额:31,830,806份，产品当日资产净值:32,318,164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05月26日,产品存续份额:12,530,000份，产品当日资产净值:12,741,521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05月26日,产品存续份额:14,825,484份，产品当日资产净值:15,052,818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05月26日,产品存续份额:5,570,000份，产品当日资产净值:5,663,835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1.008626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05月26日,产品存续份额:38,830,220份，产品当日资产净值:39,616,775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1.018706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1.020256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05月26日,产品存续份额:34,078,440份，产品当日资产净值:34,737,024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1.015418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05月26日,产品存续份额:30,427,788份，产品当日资产净值:30,914,852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05月26日,产品存续份额:10,000份，产品当日资产净值:10,147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1.012095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05月26日,产品存续份额:28,463,842份，产品当日资产净值:28,965,795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1.016908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05月26日,产品存续份额:233,065,569份，产品当日资产净值:236,492,449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1.009815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05月26日,产品存续份额:449,746,769份，产品当日资产净值:455,730,197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1.008297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1.009968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05月26日,产品存续份额:13,941,350份，产品当日资产净值:14,122,475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1.008917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05月26日,产品存续份额:56,862,535份，产品当日资产净值:56,978,226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1.001521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05月26日,产品存续份额:2,390,000份，产品当日资产净值:2,395,899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05月26日,产品存续份额:31,172,403份，产品当日资产净值:31,188,441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05月26日,产品存续份额:3,550,000份，产品当日资产净值:3,553,578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05月26日,产品存续份额:8,056,277份，产品当日资产净值:8,190,157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1.013462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05月26日,产品存续份额:34,963,033份，产品当日资产净值:35,289,899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1.009349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3" w:name="JR_PAGE_ANCHOR_0_24"/>
            <w:bookmarkEnd w:id="2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05月26日,产品存续份额:70,552,652份，产品当日资产净值:71,324,060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1.004779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1.008399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4" w:name="JR_PAGE_ANCHOR_0_25"/>
            <w:bookmarkEnd w:id="2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05月26日,产品存续份额:38,340,762份，产品当日资产净值:38,634,580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2023年4月28日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2023年5月26日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2023年05月30日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